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660" w:lineRule="exact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  <w:lang w:eastAsia="zh-CN"/>
        </w:rPr>
        <w:t>梧州</w:t>
      </w:r>
      <w:bookmarkStart w:id="0" w:name="_GoBack"/>
      <w:bookmarkEnd w:id="0"/>
      <w:r>
        <w:rPr>
          <w:rFonts w:hint="eastAsia"/>
          <w:b/>
          <w:bCs/>
          <w:sz w:val="36"/>
          <w:szCs w:val="36"/>
        </w:rPr>
        <w:t>五一劳动奖填表说明</w:t>
      </w:r>
    </w:p>
    <w:p>
      <w:pPr>
        <w:spacing w:line="560" w:lineRule="exact"/>
        <w:ind w:firstLine="552" w:firstLineChars="200"/>
        <w:rPr>
          <w:rFonts w:eastAsia="仿宋_GB2312"/>
          <w:spacing w:val="-6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一、</w:t>
      </w:r>
      <w:r>
        <w:rPr>
          <w:rFonts w:hint="eastAsia" w:eastAsia="仿宋_GB2312"/>
          <w:spacing w:val="-6"/>
          <w:sz w:val="28"/>
          <w:szCs w:val="28"/>
        </w:rPr>
        <w:t>本表用打印方式填写，使用仿宋小四号字，数字统一使用阿拉伯数字；</w:t>
      </w:r>
    </w:p>
    <w:p>
      <w:pPr>
        <w:spacing w:line="560" w:lineRule="exact"/>
        <w:ind w:firstLine="552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二、单位名称和负责人姓名必须填写准确全称，职工人数、年产值、年利润必须如实填写；</w:t>
      </w:r>
    </w:p>
    <w:p>
      <w:pPr>
        <w:spacing w:line="560" w:lineRule="exact"/>
        <w:ind w:firstLine="552" w:firstLineChars="200"/>
        <w:rPr>
          <w:rFonts w:ascii="宋体" w:hAnsi="宋体"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三、单位类型指</w:t>
      </w:r>
      <w:r>
        <w:rPr>
          <w:rFonts w:hint="eastAsia" w:ascii="宋体" w:hAnsi="宋体" w:eastAsia="仿宋_GB2312"/>
          <w:sz w:val="28"/>
          <w:szCs w:val="28"/>
        </w:rPr>
        <w:t>国有企业、集体企业、股份合作企业、联营企业、有限责任公司、股份有限公司、私营企业，港、澳、台商投资企业，外商投资企业，行政机关、事业单位和社会团体，其他；</w:t>
      </w:r>
    </w:p>
    <w:p>
      <w:pPr>
        <w:spacing w:line="560" w:lineRule="exact"/>
        <w:ind w:firstLine="552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四、所属行业包括农、林、牧、渔业，采矿业，制造业，电力、燃气及水的生产和供应业，建筑业，交通运输、仓储和邮政业，信息传输、计算机服务和软件业，批发和零售业，住宿和餐饮业，金融业，房地产业，租赁和商务服务业，科学研究、技术服务和地质勘查业，水利、环境和公共设施管理业，居民服务和其他服务业，教育，卫生、社会保障和社会福利业，文化、体育和娱乐业，公共管理和社会组织，其他；</w:t>
      </w:r>
    </w:p>
    <w:p>
      <w:pPr>
        <w:spacing w:line="560" w:lineRule="exact"/>
        <w:ind w:firstLine="552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五、单位性质：公有制，非公有制；</w:t>
      </w:r>
    </w:p>
    <w:p>
      <w:pPr>
        <w:spacing w:line="560" w:lineRule="exact"/>
        <w:ind w:firstLine="552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六、推荐单位指各县（市、区）总工会、市产业（系统）工会、产业园区工会、市各行业工会；</w:t>
      </w:r>
      <w:r>
        <w:rPr>
          <w:rFonts w:eastAsia="仿宋_GB2312"/>
          <w:sz w:val="28"/>
          <w:szCs w:val="28"/>
        </w:rPr>
        <w:t xml:space="preserve"> </w:t>
      </w:r>
    </w:p>
    <w:p>
      <w:pPr>
        <w:spacing w:line="560" w:lineRule="exact"/>
        <w:ind w:firstLine="552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七、签署意见栏必须填写明确意见，并签名、盖章。签名要字迹工整，盖个人印章无效。</w:t>
      </w:r>
    </w:p>
    <w:p/>
    <w:sectPr>
      <w:pgSz w:w="11907" w:h="16840"/>
      <w:pgMar w:top="2098" w:right="1418" w:bottom="1985" w:left="1418" w:header="0" w:footer="1531" w:gutter="0"/>
      <w:cols w:space="425" w:num="1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0FF5"/>
    <w:rsid w:val="00006FF4"/>
    <w:rsid w:val="00015A65"/>
    <w:rsid w:val="00020351"/>
    <w:rsid w:val="00020843"/>
    <w:rsid w:val="00026E5E"/>
    <w:rsid w:val="00031271"/>
    <w:rsid w:val="00034426"/>
    <w:rsid w:val="00044B3C"/>
    <w:rsid w:val="00054667"/>
    <w:rsid w:val="0005577D"/>
    <w:rsid w:val="00062253"/>
    <w:rsid w:val="00062DA6"/>
    <w:rsid w:val="00067674"/>
    <w:rsid w:val="00071C74"/>
    <w:rsid w:val="00077D02"/>
    <w:rsid w:val="00080476"/>
    <w:rsid w:val="00096814"/>
    <w:rsid w:val="000B0835"/>
    <w:rsid w:val="000B1A7E"/>
    <w:rsid w:val="000B2BB9"/>
    <w:rsid w:val="000B5EFA"/>
    <w:rsid w:val="000D02D5"/>
    <w:rsid w:val="000D2F21"/>
    <w:rsid w:val="000D6F70"/>
    <w:rsid w:val="000E6A76"/>
    <w:rsid w:val="000F08E9"/>
    <w:rsid w:val="000F318A"/>
    <w:rsid w:val="00103628"/>
    <w:rsid w:val="001048A9"/>
    <w:rsid w:val="00105575"/>
    <w:rsid w:val="00113583"/>
    <w:rsid w:val="00114838"/>
    <w:rsid w:val="00117317"/>
    <w:rsid w:val="00132510"/>
    <w:rsid w:val="001405FE"/>
    <w:rsid w:val="00157A1C"/>
    <w:rsid w:val="00163214"/>
    <w:rsid w:val="001645BE"/>
    <w:rsid w:val="00172A56"/>
    <w:rsid w:val="00173C50"/>
    <w:rsid w:val="00184CDF"/>
    <w:rsid w:val="001A488B"/>
    <w:rsid w:val="001B5654"/>
    <w:rsid w:val="001C0DDB"/>
    <w:rsid w:val="001C2990"/>
    <w:rsid w:val="001C7DF5"/>
    <w:rsid w:val="001D1736"/>
    <w:rsid w:val="001D3662"/>
    <w:rsid w:val="001E4CCA"/>
    <w:rsid w:val="001E7846"/>
    <w:rsid w:val="001F0E25"/>
    <w:rsid w:val="001F287B"/>
    <w:rsid w:val="001F3D62"/>
    <w:rsid w:val="001F61A3"/>
    <w:rsid w:val="00210096"/>
    <w:rsid w:val="00225303"/>
    <w:rsid w:val="00242D9B"/>
    <w:rsid w:val="0025558B"/>
    <w:rsid w:val="00260B08"/>
    <w:rsid w:val="002823B8"/>
    <w:rsid w:val="002A173C"/>
    <w:rsid w:val="002B01E1"/>
    <w:rsid w:val="002C17DC"/>
    <w:rsid w:val="002D1627"/>
    <w:rsid w:val="002E1137"/>
    <w:rsid w:val="002E4265"/>
    <w:rsid w:val="002E4479"/>
    <w:rsid w:val="002E75C1"/>
    <w:rsid w:val="002F0FF5"/>
    <w:rsid w:val="002F4CDE"/>
    <w:rsid w:val="003000C9"/>
    <w:rsid w:val="00303DEC"/>
    <w:rsid w:val="00313BD2"/>
    <w:rsid w:val="00315DFF"/>
    <w:rsid w:val="00317042"/>
    <w:rsid w:val="00324629"/>
    <w:rsid w:val="00352F38"/>
    <w:rsid w:val="00361461"/>
    <w:rsid w:val="00366FB0"/>
    <w:rsid w:val="00380B2D"/>
    <w:rsid w:val="00391D86"/>
    <w:rsid w:val="00392B7B"/>
    <w:rsid w:val="003A61DC"/>
    <w:rsid w:val="003B0193"/>
    <w:rsid w:val="003B49FC"/>
    <w:rsid w:val="003C0A39"/>
    <w:rsid w:val="003D2D92"/>
    <w:rsid w:val="003E0D14"/>
    <w:rsid w:val="003E1D2A"/>
    <w:rsid w:val="003F180E"/>
    <w:rsid w:val="004051B0"/>
    <w:rsid w:val="00427DB9"/>
    <w:rsid w:val="004400D4"/>
    <w:rsid w:val="0048700A"/>
    <w:rsid w:val="00492F9C"/>
    <w:rsid w:val="00494A29"/>
    <w:rsid w:val="0049505C"/>
    <w:rsid w:val="004A0878"/>
    <w:rsid w:val="004B07DB"/>
    <w:rsid w:val="004B2708"/>
    <w:rsid w:val="004B5E76"/>
    <w:rsid w:val="004D51A1"/>
    <w:rsid w:val="004D7071"/>
    <w:rsid w:val="004E02C7"/>
    <w:rsid w:val="004F2C23"/>
    <w:rsid w:val="00504976"/>
    <w:rsid w:val="00516F29"/>
    <w:rsid w:val="00520D42"/>
    <w:rsid w:val="00523539"/>
    <w:rsid w:val="005253E8"/>
    <w:rsid w:val="00526772"/>
    <w:rsid w:val="005310D2"/>
    <w:rsid w:val="00535722"/>
    <w:rsid w:val="00537EFE"/>
    <w:rsid w:val="0054591E"/>
    <w:rsid w:val="00553908"/>
    <w:rsid w:val="00555716"/>
    <w:rsid w:val="00570829"/>
    <w:rsid w:val="00585748"/>
    <w:rsid w:val="005A69AC"/>
    <w:rsid w:val="005A74D2"/>
    <w:rsid w:val="005A7E6E"/>
    <w:rsid w:val="005C0953"/>
    <w:rsid w:val="005C38DE"/>
    <w:rsid w:val="005E66E8"/>
    <w:rsid w:val="005F2F53"/>
    <w:rsid w:val="005F642F"/>
    <w:rsid w:val="005F68C4"/>
    <w:rsid w:val="00601BE2"/>
    <w:rsid w:val="00604FC7"/>
    <w:rsid w:val="00612BC2"/>
    <w:rsid w:val="0062336F"/>
    <w:rsid w:val="00637B4E"/>
    <w:rsid w:val="00637C8A"/>
    <w:rsid w:val="00656C1A"/>
    <w:rsid w:val="00675470"/>
    <w:rsid w:val="006872A4"/>
    <w:rsid w:val="006D3D97"/>
    <w:rsid w:val="00713C12"/>
    <w:rsid w:val="0072405D"/>
    <w:rsid w:val="007301D7"/>
    <w:rsid w:val="00731E19"/>
    <w:rsid w:val="00732D43"/>
    <w:rsid w:val="0073497F"/>
    <w:rsid w:val="00741B46"/>
    <w:rsid w:val="00743B6E"/>
    <w:rsid w:val="0075390A"/>
    <w:rsid w:val="007602E8"/>
    <w:rsid w:val="00764EF6"/>
    <w:rsid w:val="007700B8"/>
    <w:rsid w:val="0078564A"/>
    <w:rsid w:val="007A6051"/>
    <w:rsid w:val="007B0D51"/>
    <w:rsid w:val="007B19C4"/>
    <w:rsid w:val="007C0706"/>
    <w:rsid w:val="007C220C"/>
    <w:rsid w:val="007C4250"/>
    <w:rsid w:val="007D3E9F"/>
    <w:rsid w:val="007D446C"/>
    <w:rsid w:val="007D4BEB"/>
    <w:rsid w:val="007D6D46"/>
    <w:rsid w:val="00810809"/>
    <w:rsid w:val="00810938"/>
    <w:rsid w:val="00816136"/>
    <w:rsid w:val="00841873"/>
    <w:rsid w:val="008558B7"/>
    <w:rsid w:val="008615D4"/>
    <w:rsid w:val="008622A7"/>
    <w:rsid w:val="00862610"/>
    <w:rsid w:val="00864799"/>
    <w:rsid w:val="0086598B"/>
    <w:rsid w:val="008815A2"/>
    <w:rsid w:val="00882DE0"/>
    <w:rsid w:val="00883C3A"/>
    <w:rsid w:val="00886BE3"/>
    <w:rsid w:val="00887FEB"/>
    <w:rsid w:val="00892BEA"/>
    <w:rsid w:val="00897267"/>
    <w:rsid w:val="008B2C7A"/>
    <w:rsid w:val="008C23C4"/>
    <w:rsid w:val="008C27E7"/>
    <w:rsid w:val="008C66F9"/>
    <w:rsid w:val="008D6FF9"/>
    <w:rsid w:val="008D798E"/>
    <w:rsid w:val="008E42AD"/>
    <w:rsid w:val="009037BD"/>
    <w:rsid w:val="00913411"/>
    <w:rsid w:val="00916E9C"/>
    <w:rsid w:val="00965C04"/>
    <w:rsid w:val="00974D05"/>
    <w:rsid w:val="00974E37"/>
    <w:rsid w:val="00991F4D"/>
    <w:rsid w:val="009A0A1D"/>
    <w:rsid w:val="009B7107"/>
    <w:rsid w:val="009C2FBD"/>
    <w:rsid w:val="009D6AA1"/>
    <w:rsid w:val="009E7EE8"/>
    <w:rsid w:val="009E7F23"/>
    <w:rsid w:val="009F570A"/>
    <w:rsid w:val="009F59EA"/>
    <w:rsid w:val="00A00FCC"/>
    <w:rsid w:val="00A016A3"/>
    <w:rsid w:val="00A03BF3"/>
    <w:rsid w:val="00A11FBF"/>
    <w:rsid w:val="00A12AEA"/>
    <w:rsid w:val="00A131C4"/>
    <w:rsid w:val="00A23B8D"/>
    <w:rsid w:val="00A27768"/>
    <w:rsid w:val="00A515B4"/>
    <w:rsid w:val="00A55182"/>
    <w:rsid w:val="00A61A63"/>
    <w:rsid w:val="00A63FE5"/>
    <w:rsid w:val="00A65254"/>
    <w:rsid w:val="00A67BB7"/>
    <w:rsid w:val="00A73331"/>
    <w:rsid w:val="00A74971"/>
    <w:rsid w:val="00A74F13"/>
    <w:rsid w:val="00A8015C"/>
    <w:rsid w:val="00A9696F"/>
    <w:rsid w:val="00AA07AB"/>
    <w:rsid w:val="00AA36D1"/>
    <w:rsid w:val="00AB0497"/>
    <w:rsid w:val="00AB3942"/>
    <w:rsid w:val="00AB5D70"/>
    <w:rsid w:val="00AD1AB9"/>
    <w:rsid w:val="00AD2577"/>
    <w:rsid w:val="00AE0AF0"/>
    <w:rsid w:val="00AE29F2"/>
    <w:rsid w:val="00AE378F"/>
    <w:rsid w:val="00AE685E"/>
    <w:rsid w:val="00AE78EE"/>
    <w:rsid w:val="00AF0FF8"/>
    <w:rsid w:val="00AF6A0C"/>
    <w:rsid w:val="00B05B88"/>
    <w:rsid w:val="00B15F33"/>
    <w:rsid w:val="00B16E62"/>
    <w:rsid w:val="00B2199B"/>
    <w:rsid w:val="00B259E8"/>
    <w:rsid w:val="00B27951"/>
    <w:rsid w:val="00B33A51"/>
    <w:rsid w:val="00B37079"/>
    <w:rsid w:val="00B378FB"/>
    <w:rsid w:val="00B433B7"/>
    <w:rsid w:val="00B608CF"/>
    <w:rsid w:val="00B60EF9"/>
    <w:rsid w:val="00B72A26"/>
    <w:rsid w:val="00B90219"/>
    <w:rsid w:val="00BB2844"/>
    <w:rsid w:val="00BC0431"/>
    <w:rsid w:val="00BD70DC"/>
    <w:rsid w:val="00BE3AD3"/>
    <w:rsid w:val="00BE7658"/>
    <w:rsid w:val="00BF2708"/>
    <w:rsid w:val="00BF652F"/>
    <w:rsid w:val="00C03F31"/>
    <w:rsid w:val="00C05FCB"/>
    <w:rsid w:val="00C14207"/>
    <w:rsid w:val="00C22D95"/>
    <w:rsid w:val="00C24AFC"/>
    <w:rsid w:val="00C26C7F"/>
    <w:rsid w:val="00C3213C"/>
    <w:rsid w:val="00C51515"/>
    <w:rsid w:val="00C60331"/>
    <w:rsid w:val="00C718FE"/>
    <w:rsid w:val="00C756EB"/>
    <w:rsid w:val="00C75BE7"/>
    <w:rsid w:val="00C87DDB"/>
    <w:rsid w:val="00C90337"/>
    <w:rsid w:val="00C95E84"/>
    <w:rsid w:val="00C96D56"/>
    <w:rsid w:val="00CD2649"/>
    <w:rsid w:val="00CE258D"/>
    <w:rsid w:val="00CE3163"/>
    <w:rsid w:val="00CE390F"/>
    <w:rsid w:val="00CF6B5D"/>
    <w:rsid w:val="00D02DBE"/>
    <w:rsid w:val="00D048C3"/>
    <w:rsid w:val="00D07521"/>
    <w:rsid w:val="00D123EF"/>
    <w:rsid w:val="00D1663B"/>
    <w:rsid w:val="00D22826"/>
    <w:rsid w:val="00D22CDA"/>
    <w:rsid w:val="00D454C5"/>
    <w:rsid w:val="00D51D4A"/>
    <w:rsid w:val="00D52046"/>
    <w:rsid w:val="00D52BD8"/>
    <w:rsid w:val="00D55442"/>
    <w:rsid w:val="00D56CE7"/>
    <w:rsid w:val="00D57A2E"/>
    <w:rsid w:val="00D6573D"/>
    <w:rsid w:val="00D8495F"/>
    <w:rsid w:val="00D9168F"/>
    <w:rsid w:val="00D93610"/>
    <w:rsid w:val="00DA0FDE"/>
    <w:rsid w:val="00DA1979"/>
    <w:rsid w:val="00DB0840"/>
    <w:rsid w:val="00DC5AB1"/>
    <w:rsid w:val="00DC6A68"/>
    <w:rsid w:val="00DD2463"/>
    <w:rsid w:val="00DE0E79"/>
    <w:rsid w:val="00DF7472"/>
    <w:rsid w:val="00E01B11"/>
    <w:rsid w:val="00E071AE"/>
    <w:rsid w:val="00E12B9A"/>
    <w:rsid w:val="00E13186"/>
    <w:rsid w:val="00E34003"/>
    <w:rsid w:val="00E35C35"/>
    <w:rsid w:val="00E36433"/>
    <w:rsid w:val="00E4081C"/>
    <w:rsid w:val="00E4129D"/>
    <w:rsid w:val="00E51B63"/>
    <w:rsid w:val="00E604E3"/>
    <w:rsid w:val="00E65CC8"/>
    <w:rsid w:val="00E71D9A"/>
    <w:rsid w:val="00E77666"/>
    <w:rsid w:val="00EA0640"/>
    <w:rsid w:val="00ED7156"/>
    <w:rsid w:val="00F008F7"/>
    <w:rsid w:val="00F16BA3"/>
    <w:rsid w:val="00F229B2"/>
    <w:rsid w:val="00F30BE5"/>
    <w:rsid w:val="00F33310"/>
    <w:rsid w:val="00F53092"/>
    <w:rsid w:val="00F65C17"/>
    <w:rsid w:val="00F708AC"/>
    <w:rsid w:val="00F71811"/>
    <w:rsid w:val="00F74A1A"/>
    <w:rsid w:val="00F81392"/>
    <w:rsid w:val="00F834D8"/>
    <w:rsid w:val="00F92562"/>
    <w:rsid w:val="00F947D4"/>
    <w:rsid w:val="00F95C25"/>
    <w:rsid w:val="00F97008"/>
    <w:rsid w:val="00FA73DF"/>
    <w:rsid w:val="00FB2267"/>
    <w:rsid w:val="00FB50D6"/>
    <w:rsid w:val="00FB6D0D"/>
    <w:rsid w:val="00FC1C9B"/>
    <w:rsid w:val="00FC29E4"/>
    <w:rsid w:val="00FD5122"/>
    <w:rsid w:val="240623E3"/>
    <w:rsid w:val="490E0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5"/>
    <w:qFormat/>
    <w:uiPriority w:val="99"/>
    <w:pPr>
      <w:ind w:firstLine="581" w:firstLineChars="200"/>
    </w:pPr>
    <w:rPr>
      <w:rFonts w:eastAsia="仿宋_GB2312"/>
      <w:sz w:val="32"/>
    </w:rPr>
  </w:style>
  <w:style w:type="character" w:customStyle="1" w:styleId="5">
    <w:name w:val="Body Text Indent Char"/>
    <w:basedOn w:val="4"/>
    <w:link w:val="2"/>
    <w:locked/>
    <w:uiPriority w:val="99"/>
    <w:rPr>
      <w:rFonts w:ascii="Times New Roman" w:hAnsi="Times New Roman" w:eastAsia="仿宋_GB2312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1</Pages>
  <Words>68</Words>
  <Characters>394</Characters>
  <Lines>0</Lines>
  <Paragraphs>0</Paragraphs>
  <TotalTime>4</TotalTime>
  <ScaleCrop>false</ScaleCrop>
  <LinksUpToDate>false</LinksUpToDate>
  <CharactersWithSpaces>0</CharactersWithSpaces>
  <Application>WPS Office_11.1.0.8515_F1E327BC-269C-435d-A152-05C5408002CA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2018-02-11T05:11:00Z</dcterms:created>
  <dc:creator>陈晓勇</dc:creator>
  <cp:lastModifiedBy>星爷</cp:lastModifiedBy>
  <dcterms:modified xsi:type="dcterms:W3CDTF">2019-03-19T02:40:55Z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2052-11.1.0.8515</vt:lpwstr>
  </property>
</Properties>
</file>